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4382E3C2" w:rsidR="00634108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objednatele:</w:t>
      </w:r>
      <w:r w:rsidR="00634108" w:rsidRPr="009D3328">
        <w:rPr>
          <w:sz w:val="18"/>
          <w:szCs w:val="18"/>
        </w:rPr>
        <w:t xml:space="preserve"> </w:t>
      </w:r>
      <w:r w:rsidR="007E27B5" w:rsidRPr="009D3328">
        <w:rPr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 w:rsidRPr="009D3328">
        <w:rPr>
          <w:sz w:val="18"/>
          <w:szCs w:val="18"/>
        </w:rPr>
        <w:instrText xml:space="preserve"> FORMTEXT </w:instrText>
      </w:r>
      <w:r w:rsidR="007E27B5" w:rsidRPr="009D3328">
        <w:rPr>
          <w:sz w:val="18"/>
          <w:szCs w:val="18"/>
        </w:rPr>
      </w:r>
      <w:r w:rsidR="007E27B5" w:rsidRPr="009D3328">
        <w:rPr>
          <w:sz w:val="18"/>
          <w:szCs w:val="18"/>
        </w:rPr>
        <w:fldChar w:fldCharType="separate"/>
      </w:r>
      <w:bookmarkStart w:id="1" w:name="_GoBack"/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bookmarkEnd w:id="1"/>
      <w:r w:rsidR="007E27B5" w:rsidRPr="009D3328">
        <w:rPr>
          <w:sz w:val="18"/>
          <w:szCs w:val="18"/>
        </w:rPr>
        <w:fldChar w:fldCharType="end"/>
      </w:r>
      <w:bookmarkEnd w:id="0"/>
    </w:p>
    <w:p w14:paraId="471563B6" w14:textId="112B2BC5" w:rsidR="00390F7B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zhotovitele:</w:t>
      </w:r>
      <w:r w:rsidR="00390F7B" w:rsidRPr="009D3328">
        <w:rPr>
          <w:sz w:val="18"/>
          <w:szCs w:val="18"/>
        </w:rPr>
        <w:t xml:space="preserve"> </w:t>
      </w:r>
      <w:bookmarkStart w:id="2" w:name="Text26"/>
      <w:r w:rsidR="00AA5D64" w:rsidRPr="009D3328">
        <w:rPr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AA5D64" w:rsidRPr="009D3328">
        <w:rPr>
          <w:sz w:val="18"/>
          <w:szCs w:val="18"/>
        </w:rPr>
        <w:instrText xml:space="preserve"> FORMTEXT </w:instrText>
      </w:r>
      <w:r w:rsidR="00AA5D64" w:rsidRPr="009D3328">
        <w:rPr>
          <w:sz w:val="18"/>
          <w:szCs w:val="18"/>
        </w:rPr>
      </w:r>
      <w:r w:rsidR="00AA5D64" w:rsidRPr="009D3328">
        <w:rPr>
          <w:sz w:val="18"/>
          <w:szCs w:val="18"/>
        </w:rPr>
        <w:fldChar w:fldCharType="separate"/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sz w:val="18"/>
          <w:szCs w:val="18"/>
        </w:rPr>
        <w:fldChar w:fldCharType="end"/>
      </w:r>
      <w:bookmarkEnd w:id="2"/>
      <w:r w:rsidR="00FF6451" w:rsidRPr="009D3328">
        <w:rPr>
          <w:sz w:val="18"/>
          <w:szCs w:val="18"/>
        </w:rPr>
        <w:t xml:space="preserve"> 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3E67EB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4C022912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 xml:space="preserve">Libor </w:t>
      </w:r>
      <w:r w:rsidR="00FB47CB">
        <w:t>Manda, DiS.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3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4FC6C84F" w14:textId="77777777" w:rsidR="001212C4" w:rsidRPr="00E67967" w:rsidRDefault="001212C4" w:rsidP="009E089F"/>
    <w:p w14:paraId="403AD2F3" w14:textId="7B015E12" w:rsidR="009D3328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 w:rsidR="000135C2">
        <w:t>.</w:t>
      </w:r>
    </w:p>
    <w:p w14:paraId="7E82C495" w14:textId="77777777" w:rsidR="000135C2" w:rsidRDefault="000135C2" w:rsidP="009E089F"/>
    <w:p w14:paraId="3D80CEF0" w14:textId="77777777" w:rsidR="00780DD5" w:rsidRPr="00E67967" w:rsidRDefault="00780DD5" w:rsidP="003E67EB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A94B71">
      <w:pPr>
        <w:pStyle w:val="Nadpis2"/>
        <w:ind w:left="567" w:hanging="567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A94B71">
      <w:pPr>
        <w:pStyle w:val="Nadpis2"/>
        <w:ind w:left="567" w:hanging="567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A94B71">
      <w:pPr>
        <w:pStyle w:val="Nadpis2"/>
        <w:ind w:left="567" w:hanging="567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Default="00EE4D35" w:rsidP="00EE4D35"/>
    <w:p w14:paraId="2BBB7877" w14:textId="77777777" w:rsidR="009D3328" w:rsidRDefault="009D3328" w:rsidP="00EE4D35"/>
    <w:p w14:paraId="52092BF2" w14:textId="77777777" w:rsidR="009D3328" w:rsidRPr="00EE4D35" w:rsidRDefault="009D3328" w:rsidP="00EE4D35"/>
    <w:p w14:paraId="6101FE87" w14:textId="77777777" w:rsidR="003017DF" w:rsidRPr="00E67967" w:rsidRDefault="003017DF" w:rsidP="003E67EB">
      <w:pPr>
        <w:pStyle w:val="Nadpis1"/>
      </w:pPr>
      <w:r w:rsidRPr="00E67967">
        <w:lastRenderedPageBreak/>
        <w:t>Předmět smlouvy</w:t>
      </w:r>
    </w:p>
    <w:p w14:paraId="63205E94" w14:textId="4FD72363" w:rsidR="00C523F2" w:rsidRPr="00C523F2" w:rsidRDefault="00952D80" w:rsidP="00C523F2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51CE64A" w14:textId="178C0A89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FB47CB">
        <w:rPr>
          <w:sz w:val="28"/>
          <w:szCs w:val="28"/>
        </w:rPr>
        <w:t>Spolkový dům Újezdec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7B23CAC6" w14:textId="77777777" w:rsidR="00277A92" w:rsidRDefault="00FB47CB" w:rsidP="00277A92">
      <w:pPr>
        <w:pStyle w:val="Textdopisu"/>
      </w:pPr>
      <w:r w:rsidRPr="007E6368">
        <w:t>Předmětem plnění je zpracování projektové dokumentace</w:t>
      </w:r>
      <w:r>
        <w:t xml:space="preserve"> </w:t>
      </w:r>
      <w:r w:rsidRPr="006946B1">
        <w:t xml:space="preserve">(dále jen PD) </w:t>
      </w:r>
      <w:r w:rsidRPr="007E6368">
        <w:t xml:space="preserve">pro </w:t>
      </w:r>
      <w:r>
        <w:t>povolení stavby</w:t>
      </w:r>
      <w:r w:rsidRPr="007E6368">
        <w:t xml:space="preserve"> (</w:t>
      </w:r>
      <w:r w:rsidRPr="005D41C5">
        <w:t>dále jen „</w:t>
      </w:r>
      <w:r>
        <w:t>DPS</w:t>
      </w:r>
      <w:r w:rsidRPr="005D41C5">
        <w:t>“</w:t>
      </w:r>
      <w:r w:rsidRPr="007E6368">
        <w:t>)</w:t>
      </w:r>
      <w:r>
        <w:t xml:space="preserve"> a</w:t>
      </w:r>
      <w:r w:rsidRPr="00134BA8">
        <w:t xml:space="preserve"> projektové dokumentace pro provádění stavby (dále jen „PDPS“)</w:t>
      </w:r>
      <w:r>
        <w:t xml:space="preserve"> </w:t>
      </w:r>
      <w:r w:rsidR="00277A92">
        <w:t>pro dostavbu víceúčelového sálu ke stávajícímu objektu pro pořádání kulturně společenských akcí a celkovou rekonstrukci objektu stávající budovy č. p. 282.</w:t>
      </w:r>
    </w:p>
    <w:p w14:paraId="2727036B" w14:textId="77777777" w:rsidR="00277A92" w:rsidRDefault="00277A92" w:rsidP="00277A92">
      <w:pPr>
        <w:pStyle w:val="Textdopisu"/>
      </w:pPr>
      <w:r>
        <w:t>Rozsahem projektu</w:t>
      </w:r>
      <w:r w:rsidRPr="004917AC">
        <w:t xml:space="preserve"> jsou také veřejná prostranství, která jsou tvořena jak uličním prostorem, tak plochami mimo ně</w:t>
      </w:r>
      <w:r>
        <w:t xml:space="preserve">j v blízkosti navržené zástavby a to v rozsahu zpevněných a nezpevněných ploch, vegetačních prvků </w:t>
      </w:r>
      <w:r>
        <w:br/>
        <w:t>a prvků městského mobiliáře. Stávající budova čítá dvě nadzemní podlaží.</w:t>
      </w:r>
    </w:p>
    <w:p w14:paraId="16E1A2DD" w14:textId="77777777" w:rsidR="00277A92" w:rsidRPr="00277A92" w:rsidRDefault="00277A92" w:rsidP="00277A92">
      <w:pPr>
        <w:pStyle w:val="Textdopisu"/>
        <w:rPr>
          <w:sz w:val="8"/>
          <w:szCs w:val="8"/>
        </w:rPr>
      </w:pPr>
    </w:p>
    <w:p w14:paraId="1EBAF285" w14:textId="77777777" w:rsidR="00277A92" w:rsidRDefault="00277A92" w:rsidP="00277A92">
      <w:pPr>
        <w:pStyle w:val="Textdopisu"/>
      </w:pPr>
      <w:r w:rsidRPr="004917AC">
        <w:t>Součástí PD jsou i související nebo vyvolané stavební a inženýrské objekty nebo přeložky inženýrských sítí, podklady pro žádost o zvláštní užívání (umístění inž. sítí do komu</w:t>
      </w:r>
      <w:r>
        <w:t>nikací text, situace, doklady).</w:t>
      </w:r>
    </w:p>
    <w:p w14:paraId="03604546" w14:textId="77777777" w:rsidR="00277A92" w:rsidRDefault="00277A92" w:rsidP="00277A92">
      <w:pPr>
        <w:pStyle w:val="Textdopisu"/>
      </w:pPr>
      <w:r>
        <w:t xml:space="preserve">Nedílnou součástí PD jsou </w:t>
      </w:r>
      <w:r w:rsidRPr="00E371FA">
        <w:t>inženýrsk</w:t>
      </w:r>
      <w:r>
        <w:t>é</w:t>
      </w:r>
      <w:r w:rsidRPr="00E371FA">
        <w:t xml:space="preserve"> činnost</w:t>
      </w:r>
      <w:r>
        <w:t>i</w:t>
      </w:r>
      <w:r w:rsidRPr="00E371FA">
        <w:t xml:space="preserve">, </w:t>
      </w:r>
      <w:r>
        <w:t xml:space="preserve">geodetické zaměření, zaměření stávajícího stavu, </w:t>
      </w:r>
      <w:r w:rsidRPr="00E371FA">
        <w:t xml:space="preserve">průzkumy, posudky, výpočty potřebné pro bezchybný návrh </w:t>
      </w:r>
      <w:r>
        <w:t xml:space="preserve">rekonstrukce a rozšíření </w:t>
      </w:r>
      <w:r w:rsidRPr="00E371FA">
        <w:t>stavby.</w:t>
      </w:r>
    </w:p>
    <w:p w14:paraId="0F83137E" w14:textId="77777777" w:rsidR="00FB47CB" w:rsidRDefault="00FB47CB" w:rsidP="00FB47CB">
      <w:pPr>
        <w:pStyle w:val="Textdopisu"/>
      </w:pPr>
    </w:p>
    <w:p w14:paraId="328F70F0" w14:textId="77777777" w:rsidR="00FB47CB" w:rsidRDefault="00FB47CB" w:rsidP="00FB47CB">
      <w:pPr>
        <w:pStyle w:val="Textdopisu"/>
      </w:pPr>
      <w:r>
        <w:t>Obchodní a technické podmínky jsou stanoveny v návrhu smlouvy o dílo, který je nedílnou součástí zadávací dokumentace. Články uvedené v návrhu smlouvy o dílo jsou pro uchazeče závazné a nelze je měnit (dále jen „stavba“).</w:t>
      </w:r>
    </w:p>
    <w:p w14:paraId="43EC6873" w14:textId="77777777" w:rsidR="00FB47CB" w:rsidRPr="00277A92" w:rsidRDefault="00FB47CB" w:rsidP="00277A92">
      <w:pPr>
        <w:pStyle w:val="Zkladntext"/>
      </w:pPr>
    </w:p>
    <w:p w14:paraId="61980DF3" w14:textId="784F5573" w:rsidR="003548E6" w:rsidRPr="00277A92" w:rsidRDefault="003548E6" w:rsidP="00277A92">
      <w:pPr>
        <w:pStyle w:val="Textdopisu"/>
        <w:rPr>
          <w:b/>
        </w:rPr>
      </w:pPr>
      <w:r w:rsidRPr="00277A92">
        <w:rPr>
          <w:b/>
        </w:rPr>
        <w:t xml:space="preserve">V PD budou zpracovány </w:t>
      </w:r>
      <w:r w:rsidR="00532398" w:rsidRPr="00277A92">
        <w:rPr>
          <w:b/>
        </w:rPr>
        <w:t xml:space="preserve">minimálně </w:t>
      </w:r>
      <w:r w:rsidRPr="00277A92">
        <w:rPr>
          <w:b/>
        </w:rPr>
        <w:t>tyto profese:</w:t>
      </w:r>
    </w:p>
    <w:p w14:paraId="627F1127" w14:textId="77777777" w:rsidR="00277A92" w:rsidRPr="0023680D" w:rsidRDefault="00277A92" w:rsidP="00277A92">
      <w:pPr>
        <w:pStyle w:val="Textdopisu"/>
        <w:numPr>
          <w:ilvl w:val="0"/>
          <w:numId w:val="6"/>
        </w:numPr>
      </w:pPr>
      <w:r w:rsidRPr="0023680D">
        <w:t>Zpracování pasportu stavby</w:t>
      </w:r>
      <w:r>
        <w:t>, tedy kompletní zaměření stávajícího objektu pro potřeby projektové dokumentace</w:t>
      </w:r>
    </w:p>
    <w:p w14:paraId="3FC2006D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Architektonicko stavební řešení vč. zaměření (</w:t>
      </w:r>
      <w:r w:rsidRPr="00A32AB2">
        <w:t>doměření) dotčeného území</w:t>
      </w:r>
      <w:r>
        <w:t xml:space="preserve"> a dispozic stávajícího objektu.</w:t>
      </w:r>
    </w:p>
    <w:p w14:paraId="109727B9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Řešení zpevněných a nezpevněných ploch kolem objektu, prvky městského mobiliáře.</w:t>
      </w:r>
    </w:p>
    <w:p w14:paraId="11DB9AAF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Stavebně konstrukční řešení – </w:t>
      </w:r>
      <w:r>
        <w:t>statické posouzení a</w:t>
      </w:r>
      <w:r w:rsidRPr="00DF604D">
        <w:t xml:space="preserve"> </w:t>
      </w:r>
      <w:r>
        <w:t>výpočty.</w:t>
      </w:r>
    </w:p>
    <w:p w14:paraId="30C9E113" w14:textId="0AEC34C7" w:rsidR="00277A92" w:rsidRPr="00DF604D" w:rsidRDefault="00277A92" w:rsidP="00277A92">
      <w:pPr>
        <w:pStyle w:val="Textdopisu"/>
        <w:numPr>
          <w:ilvl w:val="0"/>
          <w:numId w:val="6"/>
        </w:numPr>
      </w:pPr>
      <w:r>
        <w:t>Protihluková opatření pr</w:t>
      </w:r>
      <w:r w:rsidR="00C277E4">
        <w:t>o rodinné domy v ul. Nádražní.</w:t>
      </w:r>
    </w:p>
    <w:p w14:paraId="4BCC63E7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Elektroinstalace – </w:t>
      </w:r>
      <w:r>
        <w:t>celková rekonstrukce elektroinstalací ve stávající budově, celkové řešení elektroinslací v nově navržené části vč. umělého osvětlení</w:t>
      </w:r>
      <w:r w:rsidRPr="00DF604D">
        <w:t xml:space="preserve">, veřejné osvětlení </w:t>
      </w:r>
      <w:r>
        <w:t xml:space="preserve">venkovního prostoru </w:t>
      </w:r>
      <w:r>
        <w:br/>
        <w:t>u pochozích ploch u objektu (zpevněné plochy a mlatový povrch).</w:t>
      </w:r>
    </w:p>
    <w:p w14:paraId="7B217220" w14:textId="77777777" w:rsidR="00277A92" w:rsidRPr="009B6D13" w:rsidRDefault="00277A92" w:rsidP="00277A92">
      <w:pPr>
        <w:pStyle w:val="Textdopisu"/>
        <w:numPr>
          <w:ilvl w:val="0"/>
          <w:numId w:val="6"/>
        </w:numPr>
      </w:pPr>
      <w:r w:rsidRPr="009B6D13">
        <w:t>FVE s výkonem pro potřeby objektu jako jednoho celku spolkového domu pro zdroj el. energie (uplatnění pro VZT, chlazení, ohřev užitkové vody, silnoproud atd.)</w:t>
      </w:r>
    </w:p>
    <w:p w14:paraId="4D243454" w14:textId="77777777" w:rsidR="00277A92" w:rsidRPr="00DF604D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Slaboproud – </w:t>
      </w:r>
      <w:r>
        <w:t>celková rekonstrukce a návrh SLB rozvodů v rámci celého objektu.</w:t>
      </w:r>
    </w:p>
    <w:p w14:paraId="00F85A5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Zdravotechnika – celková rekonstrukce ZTI, vč. rozvodů, sanity, rekonstrukce soc. zařízení.</w:t>
      </w:r>
    </w:p>
    <w:p w14:paraId="52AEEE62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Vzduchotechnické zařízení vč. rekuperace a klimatizace.</w:t>
      </w:r>
    </w:p>
    <w:p w14:paraId="1BFC0E94" w14:textId="77777777" w:rsidR="00277A92" w:rsidRDefault="00277A92" w:rsidP="00277A92">
      <w:pPr>
        <w:pStyle w:val="Textdopisu"/>
        <w:numPr>
          <w:ilvl w:val="0"/>
          <w:numId w:val="6"/>
        </w:numPr>
      </w:pPr>
      <w:r>
        <w:t xml:space="preserve">Kanalizace – monitoring, řešení stávajícího potrubí, hospodaření se srážkovými vodami (retence </w:t>
      </w:r>
      <w:r>
        <w:br/>
        <w:t>s akumulací pro využití srážkových vod pro zálivku vegetačních prvků zelené střechy)</w:t>
      </w:r>
    </w:p>
    <w:p w14:paraId="2FC81510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Inženýrsko-</w:t>
      </w:r>
      <w:r w:rsidRPr="00330F44">
        <w:t>geologický a hydrogeologický průzkum</w:t>
      </w:r>
    </w:p>
    <w:p w14:paraId="29DCE3B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Požárně bezpečností řešení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654935B1" w:rsidR="0006719F" w:rsidRDefault="0006719F" w:rsidP="00A94B71">
      <w:pPr>
        <w:pStyle w:val="Textdopisu"/>
        <w:numPr>
          <w:ilvl w:val="0"/>
          <w:numId w:val="6"/>
        </w:numPr>
      </w:pPr>
      <w:r>
        <w:t xml:space="preserve">Geodetické zaměření stávajícího stavu </w:t>
      </w:r>
      <w:r w:rsidR="00FB47CB">
        <w:t xml:space="preserve">dotčeného území </w:t>
      </w:r>
      <w:r>
        <w:t>vč. zjištění průběhu inženýrských sítí.</w:t>
      </w:r>
    </w:p>
    <w:p w14:paraId="449DA629" w14:textId="14673593" w:rsidR="00FB47CB" w:rsidRDefault="00FB47CB" w:rsidP="00A94B71">
      <w:pPr>
        <w:pStyle w:val="Textdopisu"/>
        <w:numPr>
          <w:ilvl w:val="0"/>
          <w:numId w:val="6"/>
        </w:numPr>
      </w:pPr>
      <w:r>
        <w:t>Z</w:t>
      </w:r>
      <w:r w:rsidRPr="00FB47CB">
        <w:t>aměře</w:t>
      </w:r>
      <w:r w:rsidR="008F74A1">
        <w:t>ní dispozic stávajícího objektu</w:t>
      </w:r>
    </w:p>
    <w:p w14:paraId="53C48DA1" w14:textId="553F502D" w:rsidR="00FB47CB" w:rsidRPr="00C32408" w:rsidRDefault="008F74A1" w:rsidP="00A94B71">
      <w:pPr>
        <w:pStyle w:val="Odstavecseseznamem"/>
        <w:numPr>
          <w:ilvl w:val="0"/>
          <w:numId w:val="6"/>
        </w:numPr>
        <w:rPr>
          <w:rFonts w:cs="Arial"/>
        </w:rPr>
      </w:pPr>
      <w:r>
        <w:rPr>
          <w:rFonts w:cs="Arial"/>
        </w:rPr>
        <w:t>Architektonicko stavební řešení</w:t>
      </w:r>
      <w:r w:rsidR="00FB47CB" w:rsidRPr="00C32408">
        <w:rPr>
          <w:rFonts w:cs="Arial"/>
        </w:rPr>
        <w:t xml:space="preserve"> </w:t>
      </w:r>
    </w:p>
    <w:p w14:paraId="5C6F6417" w14:textId="627B3877" w:rsidR="00FB47CB" w:rsidRPr="00C32408" w:rsidRDefault="00B03A8B" w:rsidP="00A94B71">
      <w:pPr>
        <w:pStyle w:val="Textdopisu"/>
        <w:numPr>
          <w:ilvl w:val="0"/>
          <w:numId w:val="6"/>
        </w:numPr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8F74A1">
        <w:t>pro bezchybný návrh stavby</w:t>
      </w:r>
    </w:p>
    <w:p w14:paraId="63927FAA" w14:textId="140BB709" w:rsidR="0006719F" w:rsidRDefault="0006719F" w:rsidP="00A94B71">
      <w:pPr>
        <w:pStyle w:val="Textdopisu"/>
        <w:numPr>
          <w:ilvl w:val="0"/>
          <w:numId w:val="6"/>
        </w:numPr>
      </w:pPr>
      <w:r>
        <w:t>Místní chodníky, komunikace a osvětlení jsou ve vlastnictví objednatele, projednávání návrhu s jejich správci bude vždy za účasti</w:t>
      </w:r>
      <w:r w:rsidR="008F74A1">
        <w:t xml:space="preserve"> zaměstnance oddělení investic.</w:t>
      </w:r>
    </w:p>
    <w:p w14:paraId="0376CB0B" w14:textId="717D6B38" w:rsidR="008F74A1" w:rsidRDefault="0006719F" w:rsidP="00A94B71">
      <w:pPr>
        <w:pStyle w:val="Textdopisu"/>
        <w:numPr>
          <w:ilvl w:val="0"/>
          <w:numId w:val="6"/>
        </w:numPr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</w:p>
    <w:p w14:paraId="2C9C15E4" w14:textId="77777777" w:rsidR="009D3328" w:rsidRPr="00A94B71" w:rsidRDefault="009D3328" w:rsidP="009D3328">
      <w:pPr>
        <w:pStyle w:val="Textdopisu"/>
        <w:ind w:left="720"/>
      </w:pPr>
    </w:p>
    <w:p w14:paraId="5B3E635D" w14:textId="716BDE02" w:rsidR="008F74A1" w:rsidRDefault="008F74A1" w:rsidP="00277A92">
      <w:pPr>
        <w:pStyle w:val="Zkladntext"/>
        <w:rPr>
          <w:b/>
        </w:rPr>
      </w:pPr>
      <w:r w:rsidRPr="00917B7A">
        <w:rPr>
          <w:bCs/>
          <w:szCs w:val="22"/>
        </w:rPr>
        <w:t>Zpracování předmětu veřejné zakázky bude v souladu se studií</w:t>
      </w:r>
      <w:r>
        <w:rPr>
          <w:bCs/>
          <w:szCs w:val="22"/>
        </w:rPr>
        <w:t>, kterou vypracovala</w:t>
      </w:r>
      <w:r w:rsidR="00277A92">
        <w:t xml:space="preserve"> společnost OBLAST </w:t>
      </w:r>
      <w:r>
        <w:t xml:space="preserve">s.r.o., Pobřežní 249/46/ 166 0, Praha 8 z roku 2022 </w:t>
      </w:r>
      <w:r w:rsidRPr="000B7F25">
        <w:t>(Objemová architektonická studie)</w:t>
      </w:r>
      <w:r w:rsidR="003F3A4E" w:rsidRPr="00277A92">
        <w:t>.</w:t>
      </w:r>
    </w:p>
    <w:p w14:paraId="081DF237" w14:textId="77777777" w:rsidR="003E67EB" w:rsidRDefault="003E67EB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3E67EB" w:rsidRDefault="00727640" w:rsidP="003E67EB">
      <w:pPr>
        <w:pStyle w:val="Textkomente"/>
      </w:pPr>
      <w:r>
        <w:t>DP</w:t>
      </w:r>
      <w:r w:rsidR="00A8611D">
        <w:t>S</w:t>
      </w:r>
      <w:r>
        <w:t xml:space="preserve"> musí být zpracována</w:t>
      </w:r>
      <w:r w:rsidRPr="007C751C">
        <w:t xml:space="preserve"> ve smyslu zákona č.</w:t>
      </w:r>
      <w:r>
        <w:t> </w:t>
      </w:r>
      <w:r w:rsidRPr="007C751C">
        <w:t xml:space="preserve">283/2021 Sb., stavební zákon a </w:t>
      </w:r>
      <w:r w:rsidR="00F9277A">
        <w:t xml:space="preserve">jeho </w:t>
      </w:r>
      <w:r w:rsidRPr="007C751C">
        <w:t>prováděcích předpisů</w:t>
      </w:r>
      <w:r w:rsidRPr="0048243A">
        <w:t>, ve znění pozdějších předpisů,</w:t>
      </w:r>
      <w:r w:rsidR="00D2560D">
        <w:t xml:space="preserve"> v souladu s přílohou č. 1 vyhlášky 131/2024 Sb. o dokumentaci staveb</w:t>
      </w:r>
      <w:r w:rsidRPr="0048243A">
        <w:t xml:space="preserve"> a dle </w:t>
      </w:r>
      <w:r w:rsidRPr="0048243A">
        <w:lastRenderedPageBreak/>
        <w:t xml:space="preserve">podmínek a požadavků objednatele a obecně závazných právních a technických předpisů. Zhotovitel bude při tvorbě projektové dokumentace zohledňovat připomínky objednatele. </w:t>
      </w:r>
      <w:r w:rsidR="004F5AE0" w:rsidRPr="00971991">
        <w:t>Ověření dokumentů související s</w:t>
      </w:r>
      <w:r w:rsidR="004F5AE0">
        <w:t> </w:t>
      </w:r>
      <w:r w:rsidR="004F5AE0" w:rsidRPr="00971991">
        <w:t>výkonem činnosti autorizované osoby musí být v souladu s</w:t>
      </w:r>
      <w:r w:rsidR="00A8611D">
        <w:t xml:space="preserve"> ust. </w:t>
      </w:r>
      <w:r w:rsidR="004F5AE0" w:rsidRPr="00971991">
        <w:t>§ 268 stavebního zákona č. 283/2021 Sb.</w:t>
      </w:r>
      <w:r w:rsidR="00A8611D">
        <w:t>,</w:t>
      </w:r>
      <w:r w:rsidR="004F5AE0" w:rsidRPr="00971991">
        <w:t xml:space="preserve"> a dále v souladu s § 13 odst. 3 písm. b) autorizačního zákona </w:t>
      </w:r>
      <w:r w:rsidR="00A8611D">
        <w:t xml:space="preserve">č. </w:t>
      </w:r>
      <w:r w:rsidR="004F5AE0" w:rsidRPr="00971991">
        <w:t xml:space="preserve">360/1992 </w:t>
      </w:r>
      <w:r w:rsidR="00A8611D">
        <w:t xml:space="preserve">Sb., </w:t>
      </w:r>
      <w:r w:rsidR="004F5AE0" w:rsidRPr="00971991">
        <w:t>a prováděcími předpisy.</w:t>
      </w:r>
    </w:p>
    <w:p w14:paraId="286FA71A" w14:textId="3DBD2D9C" w:rsidR="00B53B00" w:rsidRPr="00EE4D35" w:rsidRDefault="00B53B00" w:rsidP="00277A92">
      <w:pPr>
        <w:pStyle w:val="Zkladntext"/>
      </w:pPr>
      <w:r w:rsidRPr="00EE4D35"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3E67EB" w:rsidRDefault="00B53B00" w:rsidP="003E67EB">
      <w:pPr>
        <w:pStyle w:val="Textkomente"/>
      </w:pPr>
      <w:r w:rsidRPr="00EE4D35">
        <w:t>Projektová dokumentace pro provádění stavby PDPS musí být zpracována mimo jiné v souladu s</w:t>
      </w:r>
      <w:r w:rsidR="00727640">
        <w:t> </w:t>
      </w:r>
      <w:r w:rsidRPr="00EE4D35">
        <w:t>požadavky zákona č. 283/2021 Sb.</w:t>
      </w:r>
      <w:r w:rsidR="00F9277A">
        <w:t xml:space="preserve">, </w:t>
      </w:r>
      <w:r w:rsidR="00840DD0" w:rsidRPr="00EE4D35">
        <w:t>stavební zákon, ve znění pozdějších předpisů, včetně všech souvisejících směrnic</w:t>
      </w:r>
      <w:r w:rsidR="000C298E" w:rsidRPr="00EE4D35"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7CDF342D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 w:rsidR="003E67EB">
        <w:t xml:space="preserve"> </w:t>
      </w:r>
      <w:r>
        <w:t xml:space="preserve">a </w:t>
      </w:r>
      <w:r w:rsidRPr="00971991">
        <w:t>prováděcími předpisy</w:t>
      </w:r>
      <w:r w:rsidR="003E67EB">
        <w:t>.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8AECCE3" w14:textId="77777777" w:rsidR="003E67EB" w:rsidRDefault="003E67EB" w:rsidP="004F5AE0">
      <w:pPr>
        <w:pStyle w:val="Textkomente"/>
      </w:pPr>
    </w:p>
    <w:p w14:paraId="177A119D" w14:textId="77777777" w:rsidR="003E67EB" w:rsidRPr="009B6D13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Projektová dokumentace bude členěna </w:t>
      </w:r>
      <w:r w:rsidRPr="009B6D13">
        <w:rPr>
          <w:b/>
          <w:bCs/>
        </w:rPr>
        <w:t>do dvou stavebních objektů</w:t>
      </w:r>
      <w:r w:rsidRPr="009B6D13">
        <w:rPr>
          <w:bCs/>
        </w:rPr>
        <w:t xml:space="preserve"> a to jako SO 01 – Rekonstrukce stávajícího objektu a SO 02 – Dostavba víceúčelového sálu vč. rozčlenění položkového rozpočtu. Dokumentace bude provedena tak, aby bylo možné realizovat stavbu ve dvou samostatných termínových etapách v prioritě I. etapa - SO 01 a následně II. etapa. SO 01 tedy po rekonstrukci musí plnit jeden funkční celek.</w:t>
      </w:r>
    </w:p>
    <w:p w14:paraId="410277B2" w14:textId="77777777" w:rsidR="003E67EB" w:rsidRPr="005941F4" w:rsidRDefault="003E67EB" w:rsidP="003E67EB">
      <w:pPr>
        <w:tabs>
          <w:tab w:val="left" w:pos="454"/>
          <w:tab w:val="left" w:pos="567"/>
        </w:tabs>
        <w:spacing w:after="80"/>
        <w:rPr>
          <w:bCs/>
          <w:color w:val="FF0000"/>
        </w:rPr>
      </w:pPr>
      <w:r w:rsidRPr="009B6D13">
        <w:rPr>
          <w:bCs/>
        </w:rPr>
        <w:t>Projekt v době předání bude splňovat vyhlášku o energetické náročnosti budov.</w:t>
      </w:r>
    </w:p>
    <w:p w14:paraId="16B6C255" w14:textId="77777777" w:rsidR="003E67EB" w:rsidRPr="008913AF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8913AF">
        <w:rPr>
          <w:bCs/>
        </w:rPr>
        <w:t xml:space="preserve">S ohledem na předpoklad čerpání finančních prostředků pro realizaci stavby dotačních titulů pro energeticky úsporná opatření a hospodaření se srážkovými vodami bude dokumentace a položkový rozpočet rozdělen dle stavebních objektů, požadavků poskytovatele dotace a uvažovaných jednotlivých etap realizace stavby.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6B7FD342" w14:textId="4CB1E62F" w:rsidR="004F5AE0" w:rsidRDefault="00532398" w:rsidP="00FF60BA">
      <w:pPr>
        <w:pStyle w:val="Zkladntextodsazen"/>
        <w:numPr>
          <w:ilvl w:val="0"/>
          <w:numId w:val="30"/>
        </w:numPr>
        <w:spacing w:before="0"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71AE4EAA" w14:textId="77777777" w:rsidR="004F5AE0" w:rsidRPr="004F5AE0" w:rsidRDefault="004F5AE0" w:rsidP="00FF60BA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79B9013C" w:rsidR="00C674BF" w:rsidRDefault="004E7CD8" w:rsidP="00FF60BA">
      <w:pPr>
        <w:pStyle w:val="Zkladntextodsazen"/>
        <w:numPr>
          <w:ilvl w:val="0"/>
          <w:numId w:val="30"/>
        </w:numPr>
        <w:spacing w:before="0"/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81F40">
        <w:t>6 měsíců</w:t>
      </w:r>
      <w:r w:rsidR="00C674BF">
        <w:t xml:space="preserve"> s účastí na kontrolních dnech (KD), které budou</w:t>
      </w:r>
      <w:r w:rsidR="00481F40">
        <w:t xml:space="preserve"> probíhat </w:t>
      </w:r>
      <w:r w:rsidR="00C56008">
        <w:t>týd</w:t>
      </w:r>
      <w:r w:rsidR="007B55CC">
        <w:t>n</w:t>
      </w:r>
      <w:r w:rsidR="00481F40">
        <w:t>ě (tj. 24</w:t>
      </w:r>
      <w:r w:rsidR="00725AF1">
        <w:t xml:space="preserve"> </w:t>
      </w:r>
      <w:r w:rsidR="00C674BF">
        <w:t>x účast na KD)</w:t>
      </w:r>
      <w:r w:rsidR="00481F40">
        <w:t xml:space="preserve"> a 36</w:t>
      </w:r>
      <w:r w:rsidR="00094021">
        <w:t xml:space="preserve">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FF60BA">
      <w:pPr>
        <w:pStyle w:val="Zkladntextodsazen"/>
        <w:numPr>
          <w:ilvl w:val="0"/>
          <w:numId w:val="30"/>
        </w:numPr>
        <w:spacing w:before="0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FF60BA">
      <w:pPr>
        <w:pStyle w:val="Zkladntextodsazen"/>
        <w:numPr>
          <w:ilvl w:val="0"/>
          <w:numId w:val="30"/>
        </w:numPr>
        <w:spacing w:before="0"/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2BCF227C" w14:textId="77777777" w:rsidR="004F5AE0" w:rsidRDefault="004F5AE0" w:rsidP="004F5AE0">
      <w:pPr>
        <w:pStyle w:val="Zkladntextodsazen"/>
        <w:numPr>
          <w:ilvl w:val="0"/>
          <w:numId w:val="0"/>
        </w:numPr>
        <w:ind w:left="714" w:hanging="357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Pr="008C49A4" w:rsidRDefault="00800D5F" w:rsidP="009E089F">
      <w:pPr>
        <w:pStyle w:val="Textdopisu"/>
        <w:rPr>
          <w:sz w:val="8"/>
          <w:szCs w:val="8"/>
        </w:rPr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9714B1D" w14:textId="77777777" w:rsidR="00481F40" w:rsidRPr="008C49A4" w:rsidRDefault="00481F40" w:rsidP="00B03A8B">
      <w:pPr>
        <w:pStyle w:val="Textdopisu"/>
        <w:rPr>
          <w:rStyle w:val="Textpodtren"/>
          <w:sz w:val="8"/>
          <w:szCs w:val="8"/>
          <w:u w:val="none"/>
        </w:rPr>
      </w:pPr>
    </w:p>
    <w:p w14:paraId="57556E17" w14:textId="32DEFABD" w:rsidR="00B03A8B" w:rsidRDefault="00B03A8B" w:rsidP="000135C2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 w:rsidR="000135C2">
        <w:rPr>
          <w:rStyle w:val="Textpodtren"/>
          <w:u w:val="none"/>
        </w:rPr>
        <w:t xml:space="preserve">       </w:t>
      </w:r>
      <w:r w:rsidRPr="00B97598">
        <w:rPr>
          <w:rStyle w:val="Textpodtren"/>
          <w:u w:val="none"/>
        </w:rPr>
        <w:t>Geodetické zaměření</w:t>
      </w:r>
      <w:r w:rsidR="00FF60BA">
        <w:rPr>
          <w:rStyle w:val="Textpodtren"/>
          <w:u w:val="none"/>
        </w:rPr>
        <w:t>, zaměření stávajícího stavu</w:t>
      </w:r>
    </w:p>
    <w:p w14:paraId="1368B4A1" w14:textId="1A5B7C2B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</w:p>
    <w:p w14:paraId="32E64634" w14:textId="42B72EED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</w:p>
    <w:p w14:paraId="2F46004C" w14:textId="77777777" w:rsidR="000135C2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</w:p>
    <w:p w14:paraId="471FF7D5" w14:textId="2B864312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58C7CCC0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>CD</w:t>
      </w:r>
      <w:r w:rsidR="000135C2">
        <w:t>/flash disk</w:t>
      </w:r>
      <w:r>
        <w:t xml:space="preserve">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3E67EB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960612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767356DD" w:rsidR="0025120C" w:rsidRPr="0025120C" w:rsidRDefault="001B71F5" w:rsidP="001B71F5">
            <w:r w:rsidRPr="00EE3AE6">
              <w:t xml:space="preserve">Geodetické </w:t>
            </w:r>
            <w:r>
              <w:t>zaměření</w:t>
            </w:r>
            <w:r w:rsidR="00960612">
              <w:t>, zaměření stá</w:t>
            </w:r>
            <w:r w:rsidR="00481F40">
              <w:t>vajícího stavu objektu</w:t>
            </w:r>
            <w:r w:rsidR="00332A8E">
              <w:t>, vypracování pasportu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6C61A46C" w:rsidR="00725AF1" w:rsidRPr="0025120C" w:rsidRDefault="001B71F5" w:rsidP="001B71F5">
            <w:r>
              <w:t>Architektonicko-</w:t>
            </w:r>
            <w:r w:rsidR="00725AF1">
              <w:t xml:space="preserve">stavební řešení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960612">
        <w:trPr>
          <w:trHeight w:val="531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27A461D2" w:rsidR="00725AF1" w:rsidRDefault="00725AF1" w:rsidP="009E089F">
            <w:r>
              <w:t>Stavebně konstrukční řešení</w:t>
            </w:r>
            <w:r w:rsidR="003F3A4E">
              <w:t xml:space="preserve"> vč. statických výpočtů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3A8C0468" w:rsidR="00725AF1" w:rsidRDefault="00960612" w:rsidP="00277A92">
            <w:r>
              <w:t>Silnoproudé</w:t>
            </w:r>
            <w:r w:rsidR="00277A92">
              <w:t xml:space="preserve"> </w:t>
            </w:r>
            <w:r w:rsidR="00332A8E">
              <w:t xml:space="preserve">a slaboproudé </w:t>
            </w:r>
            <w:r>
              <w:t>elektroinstalace</w:t>
            </w:r>
            <w:r w:rsidR="00277A92">
              <w:t xml:space="preserve"> vč. FVE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39066FB3" w:rsidR="00725AF1" w:rsidRDefault="00332A8E" w:rsidP="009E089F">
            <w:r>
              <w:t>VZT vč. rekuperace a klimatizace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8EDC72E" w:rsidR="00725AF1" w:rsidRDefault="00725AF1" w:rsidP="001B71F5">
            <w:r>
              <w:t>Zdravotechnika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1F3E2AB1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7D57F924" w:rsidR="00E9617E" w:rsidRDefault="00E9617E" w:rsidP="00E9617E">
            <w:r>
              <w:t>Kanalizace</w:t>
            </w:r>
            <w:r w:rsidR="00277A92">
              <w:t xml:space="preserve"> vč. hospodaření se srážkovými vodami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467C993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350F722E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2C9C3151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E9617E" w:rsidRDefault="00E9617E" w:rsidP="00E9617E">
            <w:r w:rsidRPr="008840E3">
              <w:t>Požárně bezpečností řešení</w:t>
            </w:r>
            <w:r>
              <w:t xml:space="preserve">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3AF93077" w14:textId="77777777" w:rsidTr="008C49A4">
        <w:trPr>
          <w:trHeight w:val="45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2E7D6CF5" w:rsidR="00E9617E" w:rsidRDefault="00960612" w:rsidP="00E9617E">
            <w:r>
              <w:t>Veřejné osvětlení venkovního prostoru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E9617E" w:rsidRPr="0025120C" w:rsidRDefault="00E9617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39008" w14:textId="25B152DB" w:rsidR="00E9617E" w:rsidRPr="0025120C" w:rsidRDefault="008C49A4" w:rsidP="008C49A4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E9617E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37E77E99" w:rsidR="00E9617E" w:rsidRPr="0025120C" w:rsidRDefault="00332A8E" w:rsidP="00E9617E">
            <w:pPr>
              <w:rPr>
                <w:sz w:val="24"/>
                <w:szCs w:val="24"/>
              </w:rPr>
            </w:pPr>
            <w:r>
              <w:t>Inženýrsko-geologický, hydrogeologický průzkum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30FCBDBC" w:rsidR="00E9617E" w:rsidRPr="0025120C" w:rsidRDefault="00332A8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5222E0AF" w:rsidR="00E9617E" w:rsidRPr="0025120C" w:rsidRDefault="00332A8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06D42" w14:textId="1A560336" w:rsidR="00E9617E" w:rsidRPr="0025120C" w:rsidRDefault="00332A8E" w:rsidP="00E9617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332A8E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09E24780" w:rsidR="00332A8E" w:rsidRPr="0025120C" w:rsidRDefault="00332A8E" w:rsidP="00332A8E">
            <w:pPr>
              <w:rPr>
                <w:highlight w:val="yellow"/>
              </w:rPr>
            </w:pPr>
            <w:r w:rsidRPr="0025120C">
              <w:t xml:space="preserve">Dokumentace pro vydání </w:t>
            </w:r>
            <w:r>
              <w:t>povolení záměru DPS  vč. z</w:t>
            </w:r>
            <w:r w:rsidRPr="0025120C">
              <w:t>ajištění kladných stanovisek o</w:t>
            </w:r>
            <w:r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48DDADCD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B616311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7BF5" w14:textId="77777777" w:rsidR="00332A8E" w:rsidRDefault="00332A8E" w:rsidP="00332A8E">
            <w:pPr>
              <w:jc w:val="center"/>
              <w:rPr>
                <w:highlight w:val="lightGray"/>
              </w:rPr>
            </w:pPr>
          </w:p>
          <w:p w14:paraId="5FFA5EB6" w14:textId="77777777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6B9C5C11" w14:textId="0A83B5A8" w:rsidR="00332A8E" w:rsidRPr="0025120C" w:rsidRDefault="00332A8E" w:rsidP="00332A8E">
            <w:pPr>
              <w:jc w:val="center"/>
              <w:rPr>
                <w:highlight w:val="lightGray"/>
              </w:rPr>
            </w:pPr>
          </w:p>
        </w:tc>
      </w:tr>
      <w:tr w:rsidR="00332A8E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0BBB8165" w:rsidR="00332A8E" w:rsidRPr="0025120C" w:rsidRDefault="00332A8E" w:rsidP="00332A8E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335FA72E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9D5EFB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6B51CA21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332A8E" w:rsidRPr="0025120C" w14:paraId="0E1E537C" w14:textId="77777777" w:rsidTr="00277A92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5FE6C" w14:textId="18E1C70C" w:rsidR="00332A8E" w:rsidRPr="0025120C" w:rsidRDefault="00332A8E" w:rsidP="00332A8E">
            <w:r w:rsidRPr="009142EA">
              <w:t xml:space="preserve">Cena za autorský dozor </w:t>
            </w:r>
            <w:r>
              <w:t xml:space="preserve"> – cena maximální, viz odst. 3.03. c) a 4.03. (24 x účast na KD + 36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E6AA5" w14:textId="289DC8BD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E2E0F" w14:textId="482AC909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9C16E" w14:textId="2C6F37F6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332A8E" w:rsidRPr="0025120C" w14:paraId="0FA26E3D" w14:textId="77777777" w:rsidTr="00277A92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69B30DD8" w14:textId="274AF97B" w:rsidR="00332A8E" w:rsidRPr="0025120C" w:rsidRDefault="00332A8E" w:rsidP="00332A8E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526FEA6" w14:textId="02519D62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403DE5B" w14:textId="100F66D6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7375F770" w14:textId="39E8D5FE" w:rsidR="00332A8E" w:rsidRPr="0025120C" w:rsidRDefault="00332A8E" w:rsidP="00332A8E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72E64C73" w14:textId="77777777" w:rsidR="00293E98" w:rsidRDefault="00293E98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77A92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77A92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67EB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4E134EF9" w14:textId="47CD3EB9" w:rsidR="00FF6C68" w:rsidRDefault="00FF6C68" w:rsidP="008C49A4">
      <w:pPr>
        <w:ind w:left="6375" w:hanging="6375"/>
        <w:rPr>
          <w:b/>
        </w:rPr>
      </w:pPr>
      <w:r>
        <w:t>Předpokládaný termín zahájení:</w:t>
      </w:r>
      <w:r w:rsidRPr="00FE29F6">
        <w:tab/>
      </w:r>
      <w:r w:rsidRPr="008C49A4">
        <w:rPr>
          <w:b/>
        </w:rPr>
        <w:t>ihned po podpisu smlouvy</w:t>
      </w:r>
      <w:r w:rsidRPr="00FE29F6">
        <w:rPr>
          <w:b/>
        </w:rPr>
        <w:t xml:space="preserve"> </w:t>
      </w:r>
      <w:r w:rsidRPr="008C49A4">
        <w:t xml:space="preserve">(předpoklad </w:t>
      </w:r>
      <w:r w:rsidR="008C49A4" w:rsidRPr="008C49A4">
        <w:t>½ července</w:t>
      </w:r>
      <w:r w:rsidRPr="008C49A4">
        <w:t xml:space="preserve">)  </w:t>
      </w:r>
    </w:p>
    <w:p w14:paraId="55C97FB2" w14:textId="77777777" w:rsidR="00FF6C68" w:rsidRDefault="00FF6C68" w:rsidP="00FF6C68">
      <w:pPr>
        <w:ind w:left="5664" w:hanging="5664"/>
      </w:pPr>
    </w:p>
    <w:p w14:paraId="2E34B651" w14:textId="1BE2963D" w:rsidR="00FF6C68" w:rsidRPr="00323888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 w:rsidRPr="00FE29F6">
        <w:t>Geodetické zaměření</w:t>
      </w:r>
      <w:r>
        <w:t>, zaměření stávajících dispozic objektu:</w:t>
      </w:r>
      <w:r>
        <w:tab/>
      </w:r>
      <w:r w:rsidRPr="00323888">
        <w:rPr>
          <w:b/>
        </w:rPr>
        <w:t xml:space="preserve">do </w:t>
      </w:r>
      <w:r>
        <w:rPr>
          <w:b/>
        </w:rPr>
        <w:t xml:space="preserve"> </w:t>
      </w:r>
      <w:r w:rsidRPr="00323888">
        <w:rPr>
          <w:b/>
        </w:rPr>
        <w:t>6 týdnů</w:t>
      </w:r>
      <w:r>
        <w:t xml:space="preserve">  po  podpisu SOD  </w:t>
      </w:r>
    </w:p>
    <w:p w14:paraId="3743156C" w14:textId="77777777" w:rsidR="00FF6C68" w:rsidRPr="00323888" w:rsidRDefault="00FF6C68" w:rsidP="00FF6C68">
      <w:pPr>
        <w:rPr>
          <w:b/>
          <w:sz w:val="8"/>
          <w:szCs w:val="8"/>
        </w:rPr>
      </w:pPr>
    </w:p>
    <w:p w14:paraId="23999B77" w14:textId="77777777" w:rsidR="00FF6C68" w:rsidRPr="009A3BD0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>
        <w:t>Koncept dokumentace pro povolení k připomínkování:</w:t>
      </w:r>
      <w:r>
        <w:tab/>
      </w:r>
      <w:r>
        <w:tab/>
      </w:r>
      <w:r w:rsidRPr="00323888">
        <w:rPr>
          <w:b/>
        </w:rPr>
        <w:t>do 16 týdnů</w:t>
      </w:r>
      <w:r>
        <w:t xml:space="preserve"> po podpisu SOD </w:t>
      </w:r>
    </w:p>
    <w:p w14:paraId="56EDE5CB" w14:textId="77777777" w:rsidR="00FF6C68" w:rsidRPr="00504ECC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F95741C" w14:textId="77777777" w:rsidR="00FF6C68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Dokumentace pro povolení záměru vč. dokladové část</w:t>
      </w:r>
      <w:r>
        <w:rPr>
          <w:rFonts w:cs="Times New Roman"/>
          <w:color w:val="auto"/>
          <w:sz w:val="20"/>
        </w:rPr>
        <w:t>,</w:t>
      </w:r>
      <w:r>
        <w:tab/>
      </w:r>
      <w:r>
        <w:tab/>
      </w:r>
      <w:r>
        <w:rPr>
          <w:rFonts w:cs="Times New Roman"/>
          <w:b/>
          <w:color w:val="auto"/>
          <w:sz w:val="20"/>
        </w:rPr>
        <w:t>do 28</w:t>
      </w:r>
      <w:r w:rsidRPr="00504ECC">
        <w:rPr>
          <w:rFonts w:cs="Times New Roman"/>
          <w:b/>
          <w:color w:val="auto"/>
          <w:sz w:val="20"/>
        </w:rPr>
        <w:t xml:space="preserve"> týdnů</w:t>
      </w:r>
      <w:r w:rsidRPr="00504ECC">
        <w:rPr>
          <w:rFonts w:cs="Times New Roman"/>
          <w:color w:val="auto"/>
          <w:sz w:val="20"/>
        </w:rPr>
        <w:t xml:space="preserve"> po podpisu SOD</w:t>
      </w:r>
    </w:p>
    <w:p w14:paraId="23944E6F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</w:t>
      </w: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0B91C055" w14:textId="77777777" w:rsidR="00FF6C68" w:rsidRPr="009A3BD0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18C45B5" w14:textId="77777777" w:rsidR="00FF6C68" w:rsidRPr="00FE29F6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Projektová dokumentace PDPS</w:t>
      </w:r>
      <w:r>
        <w:rPr>
          <w:rFonts w:cs="Times New Roman"/>
          <w:color w:val="auto"/>
          <w:sz w:val="20"/>
        </w:rPr>
        <w:t xml:space="preserve"> vč.</w:t>
      </w:r>
      <w:r w:rsidRPr="00FE29F6">
        <w:rPr>
          <w:rFonts w:cs="Times New Roman"/>
          <w:color w:val="auto"/>
          <w:sz w:val="20"/>
        </w:rPr>
        <w:t xml:space="preserve"> konečného položkového</w:t>
      </w:r>
    </w:p>
    <w:p w14:paraId="2D5B1FE0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 </w:t>
      </w: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A3BD0">
        <w:rPr>
          <w:b/>
          <w:sz w:val="20"/>
          <w:szCs w:val="20"/>
        </w:rPr>
        <w:t>do 36 týdnů</w:t>
      </w:r>
      <w:r>
        <w:rPr>
          <w:sz w:val="20"/>
          <w:szCs w:val="20"/>
        </w:rPr>
        <w:t xml:space="preserve"> </w:t>
      </w:r>
      <w:r w:rsidRPr="00504ECC">
        <w:rPr>
          <w:rFonts w:cs="Times New Roman"/>
          <w:color w:val="auto"/>
          <w:sz w:val="20"/>
        </w:rPr>
        <w:t>po podpisu SOD</w:t>
      </w:r>
      <w:r>
        <w:rPr>
          <w:sz w:val="20"/>
          <w:szCs w:val="20"/>
        </w:rPr>
        <w:t xml:space="preserve">          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67EB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D0D7BE9" w14:textId="14EEE61F" w:rsidR="00A94B71" w:rsidRPr="00A94B71" w:rsidRDefault="009142EA" w:rsidP="00A94B71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67EB">
      <w:pPr>
        <w:pStyle w:val="Nadpis1"/>
      </w:pPr>
      <w:r w:rsidRPr="00E67967">
        <w:lastRenderedPageBreak/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277A92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277A92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3E67EB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67EB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lastRenderedPageBreak/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3E67EB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67EB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 xml:space="preserve">registru </w:t>
      </w:r>
      <w:r w:rsidR="006124D5" w:rsidRPr="00EE4D35">
        <w:rPr>
          <w:b/>
        </w:rPr>
        <w:lastRenderedPageBreak/>
        <w:t>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3FE22045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30526A">
        <w:t>4</w:t>
      </w:r>
      <w:r w:rsidRPr="00EE4D35">
        <w:t xml:space="preserve"> stejnopisech s platností originálu, z nichž 2 obdrží objednatel </w:t>
      </w:r>
      <w:r w:rsidR="000135C2">
        <w:br/>
      </w:r>
      <w:r w:rsidRPr="00EE4D35">
        <w:t xml:space="preserve">a </w:t>
      </w:r>
      <w:r w:rsidR="0030526A">
        <w:t>2</w:t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6EF22F91" w14:textId="77777777" w:rsidR="0030526A" w:rsidRDefault="0030526A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A94B71">
            <w:pPr>
              <w:jc w:val="center"/>
            </w:pPr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A94B71">
            <w:pPr>
              <w:jc w:val="center"/>
            </w:pPr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880F7AD" w:rsidR="00C17752" w:rsidRPr="00E67967" w:rsidRDefault="008C49A4" w:rsidP="00277A92">
            <w:pPr>
              <w:pStyle w:val="Zkladntext"/>
            </w:pPr>
            <w:r>
              <w:t xml:space="preserve">                                                            x</w:t>
            </w:r>
            <w:r w:rsidR="00337DC9">
              <w:t>x</w:t>
            </w:r>
            <w:r w:rsidR="00C17752" w:rsidRPr="00E67967">
              <w:t xml:space="preserve">. schůze konaná dne  </w:t>
            </w:r>
            <w:r w:rsidR="00337DC9">
              <w:t>xxx</w:t>
            </w:r>
          </w:p>
          <w:p w14:paraId="2CDDAD07" w14:textId="0F258A32" w:rsidR="00C17752" w:rsidRPr="00E67967" w:rsidRDefault="00795AD9" w:rsidP="00A94B71">
            <w:pPr>
              <w:jc w:val="center"/>
            </w:pPr>
            <w:r>
              <w:t>č. usnesení  xxx/Rxx/2</w:t>
            </w:r>
            <w:r w:rsidR="00A94B71">
              <w:t>5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3E67EB">
      <w:footerReference w:type="default" r:id="rId10"/>
      <w:headerReference w:type="first" r:id="rId11"/>
      <w:pgSz w:w="11907" w:h="16840" w:code="9"/>
      <w:pgMar w:top="851" w:right="1134" w:bottom="851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3E67EB" w:rsidRDefault="003E67EB" w:rsidP="009E089F">
      <w:r>
        <w:separator/>
      </w:r>
    </w:p>
    <w:p w14:paraId="46510C66" w14:textId="77777777" w:rsidR="003E67EB" w:rsidRDefault="003E67EB" w:rsidP="009E089F"/>
    <w:p w14:paraId="2E5576CE" w14:textId="77777777" w:rsidR="003E67EB" w:rsidRDefault="003E67EB" w:rsidP="009E089F"/>
    <w:p w14:paraId="1FBB76D5" w14:textId="77777777" w:rsidR="003E67EB" w:rsidRDefault="003E67EB" w:rsidP="009E089F"/>
    <w:p w14:paraId="75CA937B" w14:textId="77777777" w:rsidR="003E67EB" w:rsidRDefault="003E67EB" w:rsidP="009E089F"/>
    <w:p w14:paraId="7788C82C" w14:textId="77777777" w:rsidR="003E67EB" w:rsidRDefault="003E67EB" w:rsidP="009E089F"/>
    <w:p w14:paraId="55742ECD" w14:textId="77777777" w:rsidR="003E67EB" w:rsidRDefault="003E67EB" w:rsidP="009E089F"/>
    <w:p w14:paraId="65346130" w14:textId="77777777" w:rsidR="003E67EB" w:rsidRDefault="003E67EB" w:rsidP="009E089F"/>
    <w:p w14:paraId="25814BCD" w14:textId="77777777" w:rsidR="003E67EB" w:rsidRDefault="003E67EB" w:rsidP="009E089F"/>
    <w:p w14:paraId="6C45B762" w14:textId="77777777" w:rsidR="003E67EB" w:rsidRDefault="003E67EB" w:rsidP="009E089F"/>
    <w:p w14:paraId="4999287B" w14:textId="77777777" w:rsidR="003E67EB" w:rsidRDefault="003E67EB" w:rsidP="009E089F"/>
    <w:p w14:paraId="13B2D685" w14:textId="77777777" w:rsidR="003E67EB" w:rsidRDefault="003E67EB" w:rsidP="009E089F"/>
    <w:p w14:paraId="4EDC6C01" w14:textId="77777777" w:rsidR="003E67EB" w:rsidRDefault="003E67EB" w:rsidP="009E089F"/>
    <w:p w14:paraId="79284B56" w14:textId="77777777" w:rsidR="003E67EB" w:rsidRDefault="003E67EB" w:rsidP="009E089F"/>
    <w:p w14:paraId="19DF0E71" w14:textId="77777777" w:rsidR="003E67EB" w:rsidRDefault="003E67EB" w:rsidP="009E089F"/>
    <w:p w14:paraId="1D39C39E" w14:textId="77777777" w:rsidR="003E67EB" w:rsidRDefault="003E67EB" w:rsidP="009E089F"/>
    <w:p w14:paraId="4C125193" w14:textId="77777777" w:rsidR="003E67EB" w:rsidRDefault="003E67EB" w:rsidP="009E089F"/>
    <w:p w14:paraId="75D051AF" w14:textId="77777777" w:rsidR="003E67EB" w:rsidRDefault="003E67EB" w:rsidP="009E089F"/>
    <w:p w14:paraId="53DAAC3F" w14:textId="77777777" w:rsidR="003E67EB" w:rsidRDefault="003E67EB" w:rsidP="009E089F"/>
    <w:p w14:paraId="070EC887" w14:textId="77777777" w:rsidR="003E67EB" w:rsidRDefault="003E67EB" w:rsidP="009E089F"/>
    <w:p w14:paraId="5D2F9C23" w14:textId="77777777" w:rsidR="003E67EB" w:rsidRDefault="003E67EB" w:rsidP="009E089F"/>
    <w:p w14:paraId="0685D44B" w14:textId="77777777" w:rsidR="003E67EB" w:rsidRDefault="003E67EB" w:rsidP="009E089F"/>
    <w:p w14:paraId="1593037D" w14:textId="77777777" w:rsidR="003E67EB" w:rsidRDefault="003E67EB" w:rsidP="009E089F"/>
    <w:p w14:paraId="6B32F1DE" w14:textId="77777777" w:rsidR="003E67EB" w:rsidRDefault="003E67EB" w:rsidP="009E089F"/>
    <w:p w14:paraId="1804F763" w14:textId="77777777" w:rsidR="003E67EB" w:rsidRDefault="003E67EB"/>
    <w:p w14:paraId="5DC5255C" w14:textId="77777777" w:rsidR="003E67EB" w:rsidRDefault="003E67EB"/>
  </w:endnote>
  <w:endnote w:type="continuationSeparator" w:id="0">
    <w:p w14:paraId="18AD9368" w14:textId="77777777" w:rsidR="003E67EB" w:rsidRDefault="003E67EB" w:rsidP="009E089F">
      <w:r>
        <w:continuationSeparator/>
      </w:r>
    </w:p>
    <w:p w14:paraId="55FCCCF4" w14:textId="77777777" w:rsidR="003E67EB" w:rsidRDefault="003E67EB" w:rsidP="009E089F"/>
    <w:p w14:paraId="5E4F941D" w14:textId="77777777" w:rsidR="003E67EB" w:rsidRDefault="003E67EB" w:rsidP="009E089F"/>
    <w:p w14:paraId="2DF216D2" w14:textId="77777777" w:rsidR="003E67EB" w:rsidRDefault="003E67EB" w:rsidP="009E089F"/>
    <w:p w14:paraId="3B623A8D" w14:textId="77777777" w:rsidR="003E67EB" w:rsidRDefault="003E67EB" w:rsidP="009E089F"/>
    <w:p w14:paraId="426CF8E8" w14:textId="77777777" w:rsidR="003E67EB" w:rsidRDefault="003E67EB" w:rsidP="009E089F"/>
    <w:p w14:paraId="6995B345" w14:textId="77777777" w:rsidR="003E67EB" w:rsidRDefault="003E67EB" w:rsidP="009E089F"/>
    <w:p w14:paraId="2F0B59D9" w14:textId="77777777" w:rsidR="003E67EB" w:rsidRDefault="003E67EB" w:rsidP="009E089F"/>
    <w:p w14:paraId="6182B65E" w14:textId="77777777" w:rsidR="003E67EB" w:rsidRDefault="003E67EB" w:rsidP="009E089F"/>
    <w:p w14:paraId="6E9B1A7F" w14:textId="77777777" w:rsidR="003E67EB" w:rsidRDefault="003E67EB" w:rsidP="009E089F"/>
    <w:p w14:paraId="4F547EFC" w14:textId="77777777" w:rsidR="003E67EB" w:rsidRDefault="003E67EB" w:rsidP="009E089F"/>
    <w:p w14:paraId="77986555" w14:textId="77777777" w:rsidR="003E67EB" w:rsidRDefault="003E67EB" w:rsidP="009E089F"/>
    <w:p w14:paraId="2C745B47" w14:textId="77777777" w:rsidR="003E67EB" w:rsidRDefault="003E67EB" w:rsidP="009E089F"/>
    <w:p w14:paraId="06DE6DC4" w14:textId="77777777" w:rsidR="003E67EB" w:rsidRDefault="003E67EB" w:rsidP="009E089F"/>
    <w:p w14:paraId="1E25A9CF" w14:textId="77777777" w:rsidR="003E67EB" w:rsidRDefault="003E67EB" w:rsidP="009E089F"/>
    <w:p w14:paraId="25F0271E" w14:textId="77777777" w:rsidR="003E67EB" w:rsidRDefault="003E67EB" w:rsidP="009E089F"/>
    <w:p w14:paraId="0919773A" w14:textId="77777777" w:rsidR="003E67EB" w:rsidRDefault="003E67EB" w:rsidP="009E089F"/>
    <w:p w14:paraId="30FFB0EE" w14:textId="77777777" w:rsidR="003E67EB" w:rsidRDefault="003E67EB" w:rsidP="009E089F"/>
    <w:p w14:paraId="5C337187" w14:textId="77777777" w:rsidR="003E67EB" w:rsidRDefault="003E67EB" w:rsidP="009E089F"/>
    <w:p w14:paraId="3C97246E" w14:textId="77777777" w:rsidR="003E67EB" w:rsidRDefault="003E67EB" w:rsidP="009E089F"/>
    <w:p w14:paraId="0D5D6861" w14:textId="77777777" w:rsidR="003E67EB" w:rsidRDefault="003E67EB" w:rsidP="009E089F"/>
    <w:p w14:paraId="537A119A" w14:textId="77777777" w:rsidR="003E67EB" w:rsidRDefault="003E67EB" w:rsidP="009E089F"/>
    <w:p w14:paraId="18ED9394" w14:textId="77777777" w:rsidR="003E67EB" w:rsidRDefault="003E67EB" w:rsidP="009E089F"/>
    <w:p w14:paraId="7B728E52" w14:textId="77777777" w:rsidR="003E67EB" w:rsidRDefault="003E67EB" w:rsidP="009E089F"/>
    <w:p w14:paraId="4B6C85B9" w14:textId="77777777" w:rsidR="003E67EB" w:rsidRDefault="003E67EB"/>
    <w:p w14:paraId="37117E52" w14:textId="77777777" w:rsidR="003E67EB" w:rsidRDefault="003E6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1F2F9" w14:textId="77777777" w:rsidR="003E67EB" w:rsidRDefault="003E67EB" w:rsidP="009E089F">
    <w:pPr>
      <w:pStyle w:val="Zpat"/>
    </w:pPr>
  </w:p>
  <w:p w14:paraId="24F580C1" w14:textId="61D29243" w:rsidR="003E67EB" w:rsidRDefault="003E67EB" w:rsidP="009E089F">
    <w:pPr>
      <w:pStyle w:val="Zpat"/>
    </w:pPr>
    <w:r>
      <w:t>Smlouva o dílo</w:t>
    </w:r>
  </w:p>
  <w:p w14:paraId="6152B55F" w14:textId="0B13241C" w:rsidR="003E67EB" w:rsidRDefault="003E67EB" w:rsidP="003E67EB">
    <w:pPr>
      <w:pStyle w:val="Zpat"/>
    </w:pPr>
    <w:r>
      <w:t>PD – Spolkový dům Újezdec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176BEC">
      <w:rPr>
        <w:rStyle w:val="slostrnky"/>
        <w:noProof/>
      </w:rPr>
      <w:t>2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176BEC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3E67EB" w:rsidRDefault="003E67EB" w:rsidP="009E089F">
      <w:r>
        <w:separator/>
      </w:r>
    </w:p>
    <w:p w14:paraId="1F68E754" w14:textId="77777777" w:rsidR="003E67EB" w:rsidRDefault="003E67EB" w:rsidP="009E089F"/>
    <w:p w14:paraId="167F415B" w14:textId="77777777" w:rsidR="003E67EB" w:rsidRDefault="003E67EB" w:rsidP="009E089F"/>
    <w:p w14:paraId="2AFB109C" w14:textId="77777777" w:rsidR="003E67EB" w:rsidRDefault="003E67EB" w:rsidP="009E089F"/>
    <w:p w14:paraId="7CB8EE42" w14:textId="77777777" w:rsidR="003E67EB" w:rsidRDefault="003E67EB" w:rsidP="009E089F"/>
    <w:p w14:paraId="5D996604" w14:textId="77777777" w:rsidR="003E67EB" w:rsidRDefault="003E67EB" w:rsidP="009E089F"/>
    <w:p w14:paraId="60EB9406" w14:textId="77777777" w:rsidR="003E67EB" w:rsidRDefault="003E67EB" w:rsidP="009E089F"/>
    <w:p w14:paraId="489A8B96" w14:textId="77777777" w:rsidR="003E67EB" w:rsidRDefault="003E67EB" w:rsidP="009E089F"/>
    <w:p w14:paraId="6BE9D86D" w14:textId="77777777" w:rsidR="003E67EB" w:rsidRDefault="003E67EB" w:rsidP="009E089F"/>
    <w:p w14:paraId="0520ACC3" w14:textId="77777777" w:rsidR="003E67EB" w:rsidRDefault="003E67EB" w:rsidP="009E089F"/>
    <w:p w14:paraId="51905C54" w14:textId="77777777" w:rsidR="003E67EB" w:rsidRDefault="003E67EB" w:rsidP="009E089F"/>
    <w:p w14:paraId="2A32D1CB" w14:textId="77777777" w:rsidR="003E67EB" w:rsidRDefault="003E67EB" w:rsidP="009E089F"/>
    <w:p w14:paraId="7AA712F6" w14:textId="77777777" w:rsidR="003E67EB" w:rsidRDefault="003E67EB" w:rsidP="009E089F"/>
    <w:p w14:paraId="768F6CBD" w14:textId="77777777" w:rsidR="003E67EB" w:rsidRDefault="003E67EB" w:rsidP="009E089F"/>
    <w:p w14:paraId="774B74C9" w14:textId="77777777" w:rsidR="003E67EB" w:rsidRDefault="003E67EB" w:rsidP="009E089F"/>
    <w:p w14:paraId="24CC330A" w14:textId="77777777" w:rsidR="003E67EB" w:rsidRDefault="003E67EB" w:rsidP="009E089F"/>
    <w:p w14:paraId="48CECF63" w14:textId="77777777" w:rsidR="003E67EB" w:rsidRDefault="003E67EB" w:rsidP="009E089F"/>
    <w:p w14:paraId="40F6F11E" w14:textId="77777777" w:rsidR="003E67EB" w:rsidRDefault="003E67EB" w:rsidP="009E089F"/>
    <w:p w14:paraId="5C8CD1CE" w14:textId="77777777" w:rsidR="003E67EB" w:rsidRDefault="003E67EB" w:rsidP="009E089F"/>
    <w:p w14:paraId="2159B7BC" w14:textId="77777777" w:rsidR="003E67EB" w:rsidRDefault="003E67EB" w:rsidP="009E089F"/>
    <w:p w14:paraId="09EA705B" w14:textId="77777777" w:rsidR="003E67EB" w:rsidRDefault="003E67EB" w:rsidP="009E089F"/>
    <w:p w14:paraId="01E50A5C" w14:textId="77777777" w:rsidR="003E67EB" w:rsidRDefault="003E67EB" w:rsidP="009E089F"/>
    <w:p w14:paraId="66C9E0E0" w14:textId="77777777" w:rsidR="003E67EB" w:rsidRDefault="003E67EB" w:rsidP="009E089F"/>
    <w:p w14:paraId="68B8717E" w14:textId="77777777" w:rsidR="003E67EB" w:rsidRDefault="003E67EB" w:rsidP="009E089F"/>
    <w:p w14:paraId="30FC811E" w14:textId="77777777" w:rsidR="003E67EB" w:rsidRDefault="003E67EB"/>
    <w:p w14:paraId="75C3B5AA" w14:textId="77777777" w:rsidR="003E67EB" w:rsidRDefault="003E67EB"/>
  </w:footnote>
  <w:footnote w:type="continuationSeparator" w:id="0">
    <w:p w14:paraId="6DB7EBDD" w14:textId="77777777" w:rsidR="003E67EB" w:rsidRDefault="003E67EB" w:rsidP="009E089F">
      <w:r>
        <w:continuationSeparator/>
      </w:r>
    </w:p>
    <w:p w14:paraId="43E0759F" w14:textId="77777777" w:rsidR="003E67EB" w:rsidRDefault="003E67EB" w:rsidP="009E089F"/>
    <w:p w14:paraId="150D23D0" w14:textId="77777777" w:rsidR="003E67EB" w:rsidRDefault="003E67EB" w:rsidP="009E089F"/>
    <w:p w14:paraId="3423AE3E" w14:textId="77777777" w:rsidR="003E67EB" w:rsidRDefault="003E67EB" w:rsidP="009E089F"/>
    <w:p w14:paraId="57E04588" w14:textId="77777777" w:rsidR="003E67EB" w:rsidRDefault="003E67EB" w:rsidP="009E089F"/>
    <w:p w14:paraId="51D85769" w14:textId="77777777" w:rsidR="003E67EB" w:rsidRDefault="003E67EB" w:rsidP="009E089F"/>
    <w:p w14:paraId="739E2B49" w14:textId="77777777" w:rsidR="003E67EB" w:rsidRDefault="003E67EB" w:rsidP="009E089F"/>
    <w:p w14:paraId="15EF8F0D" w14:textId="77777777" w:rsidR="003E67EB" w:rsidRDefault="003E67EB" w:rsidP="009E089F"/>
    <w:p w14:paraId="224F9F32" w14:textId="77777777" w:rsidR="003E67EB" w:rsidRDefault="003E67EB" w:rsidP="009E089F"/>
    <w:p w14:paraId="639B00DA" w14:textId="77777777" w:rsidR="003E67EB" w:rsidRDefault="003E67EB" w:rsidP="009E089F"/>
    <w:p w14:paraId="4C7C942B" w14:textId="77777777" w:rsidR="003E67EB" w:rsidRDefault="003E67EB" w:rsidP="009E089F"/>
    <w:p w14:paraId="624D21D1" w14:textId="77777777" w:rsidR="003E67EB" w:rsidRDefault="003E67EB" w:rsidP="009E089F"/>
    <w:p w14:paraId="441733DB" w14:textId="77777777" w:rsidR="003E67EB" w:rsidRDefault="003E67EB" w:rsidP="009E089F"/>
    <w:p w14:paraId="492D25BC" w14:textId="77777777" w:rsidR="003E67EB" w:rsidRDefault="003E67EB" w:rsidP="009E089F"/>
    <w:p w14:paraId="640D7A95" w14:textId="77777777" w:rsidR="003E67EB" w:rsidRDefault="003E67EB" w:rsidP="009E089F"/>
    <w:p w14:paraId="7424856F" w14:textId="77777777" w:rsidR="003E67EB" w:rsidRDefault="003E67EB" w:rsidP="009E089F"/>
    <w:p w14:paraId="381FF553" w14:textId="77777777" w:rsidR="003E67EB" w:rsidRDefault="003E67EB" w:rsidP="009E089F"/>
    <w:p w14:paraId="3D1350B0" w14:textId="77777777" w:rsidR="003E67EB" w:rsidRDefault="003E67EB" w:rsidP="009E089F"/>
    <w:p w14:paraId="290B3A1E" w14:textId="77777777" w:rsidR="003E67EB" w:rsidRDefault="003E67EB" w:rsidP="009E089F"/>
    <w:p w14:paraId="2EC163FF" w14:textId="77777777" w:rsidR="003E67EB" w:rsidRDefault="003E67EB" w:rsidP="009E089F"/>
    <w:p w14:paraId="4C25F1F9" w14:textId="77777777" w:rsidR="003E67EB" w:rsidRDefault="003E67EB" w:rsidP="009E089F"/>
    <w:p w14:paraId="66C0AA1B" w14:textId="77777777" w:rsidR="003E67EB" w:rsidRDefault="003E67EB" w:rsidP="009E089F"/>
    <w:p w14:paraId="7A593D31" w14:textId="77777777" w:rsidR="003E67EB" w:rsidRDefault="003E67EB" w:rsidP="009E089F"/>
    <w:p w14:paraId="438B08B0" w14:textId="77777777" w:rsidR="003E67EB" w:rsidRDefault="003E67EB" w:rsidP="009E089F"/>
    <w:p w14:paraId="0EF68EF5" w14:textId="77777777" w:rsidR="003E67EB" w:rsidRDefault="003E67EB"/>
    <w:p w14:paraId="12FE4727" w14:textId="77777777" w:rsidR="003E67EB" w:rsidRDefault="003E67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3E67EB" w:rsidRDefault="003E67EB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3E67EB" w:rsidRDefault="003E67EB" w:rsidP="009E089F">
    <w:pPr>
      <w:pStyle w:val="Zhlav"/>
    </w:pPr>
  </w:p>
  <w:p w14:paraId="013C931F" w14:textId="77777777" w:rsidR="003E67EB" w:rsidRDefault="003E67EB" w:rsidP="009E089F">
    <w:pPr>
      <w:pStyle w:val="Zhlav"/>
    </w:pPr>
  </w:p>
  <w:p w14:paraId="0BE4AA29" w14:textId="77777777" w:rsidR="003E67EB" w:rsidRDefault="003E67EB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A7"/>
    <w:multiLevelType w:val="hybridMultilevel"/>
    <w:tmpl w:val="B78ABF68"/>
    <w:lvl w:ilvl="0" w:tplc="04050001">
      <w:start w:val="6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D82251"/>
    <w:multiLevelType w:val="hybridMultilevel"/>
    <w:tmpl w:val="2A96318A"/>
    <w:lvl w:ilvl="0" w:tplc="8DC8C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80CE5"/>
    <w:multiLevelType w:val="multilevel"/>
    <w:tmpl w:val="0405001D"/>
    <w:numStyleLink w:val="Styl1"/>
  </w:abstractNum>
  <w:abstractNum w:abstractNumId="12" w15:restartNumberingAfterBreak="0">
    <w:nsid w:val="42950FA9"/>
    <w:multiLevelType w:val="multilevel"/>
    <w:tmpl w:val="0A9A0ED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377680A"/>
    <w:multiLevelType w:val="hybridMultilevel"/>
    <w:tmpl w:val="AD7266B8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AF2"/>
    <w:multiLevelType w:val="hybridMultilevel"/>
    <w:tmpl w:val="B5921C70"/>
    <w:lvl w:ilvl="0" w:tplc="7090D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12"/>
  </w:num>
  <w:num w:numId="18">
    <w:abstractNumId w:val="19"/>
  </w:num>
  <w:num w:numId="19">
    <w:abstractNumId w:val="12"/>
  </w:num>
  <w:num w:numId="20">
    <w:abstractNumId w:val="12"/>
  </w:num>
  <w:num w:numId="21">
    <w:abstractNumId w:val="17"/>
  </w:num>
  <w:num w:numId="22">
    <w:abstractNumId w:val="12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</w:num>
  <w:num w:numId="27">
    <w:abstractNumId w:val="4"/>
  </w:num>
  <w:num w:numId="28">
    <w:abstractNumId w:val="15"/>
  </w:num>
  <w:num w:numId="29">
    <w:abstractNumId w:val="6"/>
  </w:num>
  <w:num w:numId="30">
    <w:abstractNumId w:val="14"/>
  </w:num>
  <w:num w:numId="31">
    <w:abstractNumId w:val="10"/>
  </w:num>
  <w:num w:numId="32">
    <w:abstractNumId w:val="16"/>
  </w:num>
  <w:num w:numId="33">
    <w:abstractNumId w:val="3"/>
  </w:num>
  <w:num w:numId="34">
    <w:abstractNumId w:val="13"/>
  </w:num>
  <w:num w:numId="35">
    <w:abstractNumId w:val="0"/>
  </w:num>
  <w:num w:numId="3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PjxzXlK2B8MEX24J0SlL/B7N1nEFRO1FZfqr4CBBLczcCOLn5xCTgi+OkUJGbKQNGYfuDu21bA5t6EJs3F41Q==" w:salt="uDAa+THBcDRftEBDb83IY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35C2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33F8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76BEC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77A92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0526A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2A8E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63D3A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67EB"/>
    <w:rsid w:val="003E7004"/>
    <w:rsid w:val="003E7424"/>
    <w:rsid w:val="003E75C0"/>
    <w:rsid w:val="003F3A4E"/>
    <w:rsid w:val="003F49F4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1F40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6D52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4A12"/>
    <w:rsid w:val="00595389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531E4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9A4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74A1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0612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328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4B71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277E4"/>
    <w:rsid w:val="00C32408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32E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17E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7CB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0BA"/>
    <w:rsid w:val="00FF6451"/>
    <w:rsid w:val="00FF6C6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E67EB"/>
    <w:pPr>
      <w:numPr>
        <w:numId w:val="1"/>
      </w:numPr>
      <w:tabs>
        <w:tab w:val="left" w:pos="284"/>
      </w:tabs>
      <w:spacing w:before="320" w:after="120"/>
      <w:ind w:hanging="928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277A92"/>
    <w:pPr>
      <w:tabs>
        <w:tab w:val="left" w:pos="284"/>
      </w:tabs>
      <w:ind w:left="142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3E67EB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left" w:pos="454"/>
        <w:tab w:val="left" w:pos="567"/>
      </w:tabs>
      <w:spacing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9571B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B47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D5607-3904-41A3-A9F8-E8AAC1E5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9713357B</Template>
  <TotalTime>129</TotalTime>
  <Pages>8</Pages>
  <Words>4168</Words>
  <Characters>24597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28708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Manda Libor, DiS.</cp:lastModifiedBy>
  <cp:revision>15</cp:revision>
  <cp:lastPrinted>2025-05-16T10:10:00Z</cp:lastPrinted>
  <dcterms:created xsi:type="dcterms:W3CDTF">2025-04-17T08:11:00Z</dcterms:created>
  <dcterms:modified xsi:type="dcterms:W3CDTF">2025-05-29T05:47:00Z</dcterms:modified>
</cp:coreProperties>
</file>